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0F6CA2" w:rsidP="00025386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DD4493" w:rsidRPr="00E436B1">
        <w:rPr>
          <w:b/>
          <w:i w:val="0"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433AE2">
        <w:rPr>
          <w:rFonts w:ascii="Times New Roman" w:eastAsia="Times New Roman" w:hAnsi="Times New Roman"/>
          <w:b/>
          <w:sz w:val="24"/>
          <w:szCs w:val="20"/>
          <w:lang w:eastAsia="pl-PL"/>
        </w:rPr>
        <w:t>BP.271.29</w:t>
      </w:r>
      <w:r w:rsidR="00DD4493" w:rsidRPr="00DD4493">
        <w:rPr>
          <w:rFonts w:ascii="Times New Roman" w:eastAsia="Times New Roman" w:hAnsi="Times New Roman"/>
          <w:b/>
          <w:sz w:val="24"/>
          <w:szCs w:val="20"/>
          <w:lang w:eastAsia="pl-PL"/>
        </w:rPr>
        <w:t>.2017.BS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DD4493" w:rsidRPr="00DD4493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Default="00433AE2" w:rsidP="00A56A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433AE2">
        <w:rPr>
          <w:rFonts w:ascii="Times New Roman" w:eastAsia="Times New Roman" w:hAnsi="Times New Roman"/>
          <w:b/>
          <w:sz w:val="24"/>
          <w:szCs w:val="24"/>
          <w:lang w:eastAsia="pl-PL"/>
        </w:rPr>
        <w:t>Budowa os. No</w:t>
      </w:r>
      <w:r w:rsidR="001B09AC">
        <w:rPr>
          <w:rFonts w:ascii="Times New Roman" w:eastAsia="Times New Roman" w:hAnsi="Times New Roman"/>
          <w:b/>
          <w:sz w:val="24"/>
          <w:szCs w:val="24"/>
          <w:lang w:eastAsia="pl-PL"/>
        </w:rPr>
        <w:t>we Osiedle w Mechlinie - etap I</w:t>
      </w:r>
      <w:bookmarkStart w:id="0" w:name="_GoBack"/>
      <w:bookmarkEnd w:id="0"/>
      <w:r w:rsidRPr="00433AE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(km 0+000÷0+350)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</w:p>
    <w:p w:rsidR="00433AE2" w:rsidRPr="00A56A6F" w:rsidRDefault="00433AE2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A97" w:rsidRDefault="00335A97" w:rsidP="00025386">
      <w:pPr>
        <w:spacing w:after="0" w:line="240" w:lineRule="auto"/>
      </w:pPr>
      <w:r>
        <w:separator/>
      </w:r>
    </w:p>
  </w:endnote>
  <w:endnote w:type="continuationSeparator" w:id="0">
    <w:p w:rsidR="00335A97" w:rsidRDefault="00335A97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493" w:rsidRDefault="00DD449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0F6CA2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B09A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B09A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493" w:rsidRDefault="00DD44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A97" w:rsidRDefault="00335A97" w:rsidP="00025386">
      <w:pPr>
        <w:spacing w:after="0" w:line="240" w:lineRule="auto"/>
      </w:pPr>
      <w:r>
        <w:separator/>
      </w:r>
    </w:p>
  </w:footnote>
  <w:footnote w:type="continuationSeparator" w:id="0">
    <w:p w:rsidR="00335A97" w:rsidRDefault="00335A97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493" w:rsidRDefault="00DD449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493" w:rsidRDefault="00DD449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493" w:rsidRDefault="00DD449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A97"/>
    <w:rsid w:val="00025386"/>
    <w:rsid w:val="000F6CA2"/>
    <w:rsid w:val="00101B40"/>
    <w:rsid w:val="001B09AC"/>
    <w:rsid w:val="001C2314"/>
    <w:rsid w:val="00335A97"/>
    <w:rsid w:val="003C30EF"/>
    <w:rsid w:val="00433AE2"/>
    <w:rsid w:val="005624D8"/>
    <w:rsid w:val="005A0158"/>
    <w:rsid w:val="0069796D"/>
    <w:rsid w:val="008E405A"/>
    <w:rsid w:val="008F2498"/>
    <w:rsid w:val="00A56A6F"/>
    <w:rsid w:val="00D55FC4"/>
    <w:rsid w:val="00DD4493"/>
    <w:rsid w:val="00E436B1"/>
    <w:rsid w:val="00E631B6"/>
    <w:rsid w:val="00F41F59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114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Marta Urgacz</cp:lastModifiedBy>
  <cp:revision>5</cp:revision>
  <dcterms:created xsi:type="dcterms:W3CDTF">2017-07-04T10:47:00Z</dcterms:created>
  <dcterms:modified xsi:type="dcterms:W3CDTF">2017-08-18T09:11:00Z</dcterms:modified>
</cp:coreProperties>
</file>